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67F" w:rsidRPr="00BE0731" w:rsidRDefault="0014667F" w:rsidP="00186DD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E0731">
        <w:rPr>
          <w:sz w:val="28"/>
          <w:szCs w:val="28"/>
        </w:rPr>
        <w:t xml:space="preserve">                                                                  Утверждаю</w:t>
      </w:r>
    </w:p>
    <w:p w:rsidR="00BE0731" w:rsidRPr="00BE0731" w:rsidRDefault="0014667F" w:rsidP="00170DA1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BE0731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2E3351" w:rsidRPr="00BE0731">
        <w:rPr>
          <w:rFonts w:ascii="Times New Roman" w:hAnsi="Times New Roman"/>
          <w:sz w:val="28"/>
          <w:szCs w:val="28"/>
        </w:rPr>
        <w:t xml:space="preserve">Заместитель Председателя Правительства </w:t>
      </w:r>
    </w:p>
    <w:p w:rsidR="00BE0731" w:rsidRPr="00BE0731" w:rsidRDefault="002E3351" w:rsidP="00170DA1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BE0731">
        <w:rPr>
          <w:rFonts w:ascii="Times New Roman" w:hAnsi="Times New Roman"/>
          <w:sz w:val="28"/>
          <w:szCs w:val="28"/>
        </w:rPr>
        <w:t xml:space="preserve">Республики Коми – </w:t>
      </w:r>
    </w:p>
    <w:p w:rsidR="00BE0731" w:rsidRPr="00BE0731" w:rsidRDefault="002E3351" w:rsidP="00170DA1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BE0731">
        <w:rPr>
          <w:rFonts w:ascii="Times New Roman" w:hAnsi="Times New Roman"/>
          <w:sz w:val="28"/>
          <w:szCs w:val="28"/>
        </w:rPr>
        <w:t>постоянны</w:t>
      </w:r>
      <w:r w:rsidR="00BE0731" w:rsidRPr="00BE0731">
        <w:rPr>
          <w:rFonts w:ascii="Times New Roman" w:hAnsi="Times New Roman"/>
          <w:sz w:val="28"/>
          <w:szCs w:val="28"/>
        </w:rPr>
        <w:t>й</w:t>
      </w:r>
      <w:r w:rsidRPr="00BE0731">
        <w:rPr>
          <w:rFonts w:ascii="Times New Roman" w:hAnsi="Times New Roman"/>
          <w:sz w:val="28"/>
          <w:szCs w:val="28"/>
        </w:rPr>
        <w:t xml:space="preserve"> представител</w:t>
      </w:r>
      <w:r w:rsidR="00BE0731" w:rsidRPr="00BE0731">
        <w:rPr>
          <w:rFonts w:ascii="Times New Roman" w:hAnsi="Times New Roman"/>
          <w:sz w:val="28"/>
          <w:szCs w:val="28"/>
        </w:rPr>
        <w:t>ь</w:t>
      </w:r>
      <w:r w:rsidRPr="00BE0731">
        <w:rPr>
          <w:rFonts w:ascii="Times New Roman" w:hAnsi="Times New Roman"/>
          <w:sz w:val="28"/>
          <w:szCs w:val="28"/>
        </w:rPr>
        <w:t xml:space="preserve"> Республики Коми </w:t>
      </w:r>
    </w:p>
    <w:p w:rsidR="00170DA1" w:rsidRDefault="002E3351" w:rsidP="00170DA1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BE0731">
        <w:rPr>
          <w:rFonts w:ascii="Times New Roman" w:hAnsi="Times New Roman"/>
          <w:sz w:val="28"/>
          <w:szCs w:val="28"/>
        </w:rPr>
        <w:t>при Президенте Российской</w:t>
      </w:r>
    </w:p>
    <w:p w:rsidR="006343AA" w:rsidRPr="00BE0731" w:rsidRDefault="006343AA" w:rsidP="00170DA1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170DA1" w:rsidRPr="00BE0731" w:rsidRDefault="00170DA1" w:rsidP="00170DA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E0731">
        <w:rPr>
          <w:sz w:val="28"/>
          <w:szCs w:val="28"/>
        </w:rPr>
        <w:t xml:space="preserve">                                            </w:t>
      </w:r>
      <w:r w:rsidR="00BE0731" w:rsidRPr="00BE0731">
        <w:rPr>
          <w:sz w:val="28"/>
          <w:szCs w:val="28"/>
        </w:rPr>
        <w:t>_______________</w:t>
      </w:r>
      <w:proofErr w:type="gramStart"/>
      <w:r w:rsidR="00BE0731" w:rsidRPr="00BE0731">
        <w:rPr>
          <w:sz w:val="28"/>
          <w:szCs w:val="28"/>
        </w:rPr>
        <w:t>_</w:t>
      </w:r>
      <w:r w:rsidRPr="00BE0731">
        <w:rPr>
          <w:sz w:val="28"/>
          <w:szCs w:val="28"/>
        </w:rPr>
        <w:t xml:space="preserve">  </w:t>
      </w:r>
      <w:r w:rsidR="00BE0731" w:rsidRPr="00BE0731">
        <w:rPr>
          <w:sz w:val="28"/>
          <w:szCs w:val="28"/>
        </w:rPr>
        <w:t>Г.Н.</w:t>
      </w:r>
      <w:proofErr w:type="gramEnd"/>
      <w:r w:rsidR="00BE0731" w:rsidRPr="00BE0731">
        <w:rPr>
          <w:sz w:val="28"/>
          <w:szCs w:val="28"/>
        </w:rPr>
        <w:t xml:space="preserve"> Саришвили </w:t>
      </w:r>
    </w:p>
    <w:p w:rsidR="00BE0731" w:rsidRPr="00BE0731" w:rsidRDefault="00BE0731" w:rsidP="00186DD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4667F" w:rsidRPr="00BE0731" w:rsidRDefault="0014667F" w:rsidP="00186DD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E0731">
        <w:rPr>
          <w:sz w:val="28"/>
          <w:szCs w:val="28"/>
        </w:rPr>
        <w:t xml:space="preserve">                    </w:t>
      </w:r>
      <w:r w:rsidR="00EE22C0">
        <w:rPr>
          <w:sz w:val="28"/>
          <w:szCs w:val="28"/>
        </w:rPr>
        <w:t xml:space="preserve">                           от "09</w:t>
      </w:r>
      <w:r w:rsidRPr="00BE0731">
        <w:rPr>
          <w:sz w:val="28"/>
          <w:szCs w:val="28"/>
        </w:rPr>
        <w:t>"</w:t>
      </w:r>
      <w:r w:rsidR="00EE22C0">
        <w:rPr>
          <w:sz w:val="28"/>
          <w:szCs w:val="28"/>
        </w:rPr>
        <w:t xml:space="preserve"> декабря</w:t>
      </w:r>
      <w:r w:rsidRPr="00BE0731">
        <w:rPr>
          <w:sz w:val="28"/>
          <w:szCs w:val="28"/>
        </w:rPr>
        <w:t xml:space="preserve"> 20</w:t>
      </w:r>
      <w:r w:rsidR="00EE22C0">
        <w:rPr>
          <w:sz w:val="28"/>
          <w:szCs w:val="28"/>
        </w:rPr>
        <w:t>19</w:t>
      </w:r>
      <w:bookmarkStart w:id="0" w:name="_GoBack"/>
      <w:bookmarkEnd w:id="0"/>
      <w:r w:rsidRPr="00BE0731">
        <w:rPr>
          <w:sz w:val="28"/>
          <w:szCs w:val="28"/>
        </w:rPr>
        <w:t xml:space="preserve"> г.</w:t>
      </w:r>
    </w:p>
    <w:p w:rsidR="0014667F" w:rsidRPr="00BE0731" w:rsidRDefault="0014667F" w:rsidP="0014667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667F" w:rsidRPr="00BE0731" w:rsidRDefault="0014667F" w:rsidP="006343AA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08"/>
      <w:bookmarkEnd w:id="1"/>
      <w:r w:rsidRPr="00BE0731">
        <w:rPr>
          <w:sz w:val="28"/>
          <w:szCs w:val="28"/>
        </w:rPr>
        <w:t>ПЛАН</w:t>
      </w:r>
    </w:p>
    <w:p w:rsidR="006343AA" w:rsidRDefault="0014667F" w:rsidP="006343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E0731">
        <w:rPr>
          <w:sz w:val="28"/>
          <w:szCs w:val="28"/>
        </w:rPr>
        <w:t xml:space="preserve">проведения </w:t>
      </w:r>
      <w:r w:rsidR="00395388" w:rsidRPr="00BE0731">
        <w:rPr>
          <w:sz w:val="28"/>
          <w:szCs w:val="28"/>
        </w:rPr>
        <w:t>Постоянн</w:t>
      </w:r>
      <w:r w:rsidR="00186DD0" w:rsidRPr="00BE0731">
        <w:rPr>
          <w:sz w:val="28"/>
          <w:szCs w:val="28"/>
        </w:rPr>
        <w:t>ым</w:t>
      </w:r>
      <w:r w:rsidR="00395388" w:rsidRPr="00BE0731">
        <w:rPr>
          <w:sz w:val="28"/>
          <w:szCs w:val="28"/>
        </w:rPr>
        <w:t xml:space="preserve"> представительство</w:t>
      </w:r>
      <w:r w:rsidRPr="00BE0731">
        <w:rPr>
          <w:sz w:val="28"/>
          <w:szCs w:val="28"/>
        </w:rPr>
        <w:t>м Республики Коми</w:t>
      </w:r>
      <w:r w:rsidR="002E3351" w:rsidRPr="00BE0731">
        <w:rPr>
          <w:sz w:val="28"/>
          <w:szCs w:val="28"/>
        </w:rPr>
        <w:t xml:space="preserve"> при Президенте Российской Федерации</w:t>
      </w:r>
    </w:p>
    <w:p w:rsidR="0014667F" w:rsidRPr="00BE0731" w:rsidRDefault="0014667F" w:rsidP="006343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E0731">
        <w:rPr>
          <w:sz w:val="28"/>
          <w:szCs w:val="28"/>
        </w:rPr>
        <w:t>ведомственного контроля</w:t>
      </w:r>
      <w:r w:rsidR="00186DD0" w:rsidRPr="00BE0731">
        <w:rPr>
          <w:sz w:val="28"/>
          <w:szCs w:val="28"/>
        </w:rPr>
        <w:t xml:space="preserve"> </w:t>
      </w:r>
      <w:r w:rsidRPr="00BE0731">
        <w:rPr>
          <w:sz w:val="28"/>
          <w:szCs w:val="28"/>
        </w:rPr>
        <w:t>на 20</w:t>
      </w:r>
      <w:r w:rsidR="002E3351" w:rsidRPr="00BE0731">
        <w:rPr>
          <w:sz w:val="28"/>
          <w:szCs w:val="28"/>
        </w:rPr>
        <w:t>20</w:t>
      </w:r>
      <w:r w:rsidRPr="00BE0731">
        <w:rPr>
          <w:sz w:val="28"/>
          <w:szCs w:val="28"/>
        </w:rPr>
        <w:t xml:space="preserve"> год</w:t>
      </w:r>
    </w:p>
    <w:p w:rsidR="0014667F" w:rsidRPr="00BE0731" w:rsidRDefault="0014667F" w:rsidP="0014667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66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2551"/>
        <w:gridCol w:w="4820"/>
        <w:gridCol w:w="2126"/>
        <w:gridCol w:w="1985"/>
        <w:gridCol w:w="1417"/>
        <w:gridCol w:w="1418"/>
      </w:tblGrid>
      <w:tr w:rsidR="0053528B" w:rsidRPr="00BE0731" w:rsidTr="00BE0731"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86D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 w:rsidP="00502C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Наименование </w:t>
            </w:r>
            <w:r w:rsidR="00502CD0" w:rsidRPr="00BE0731">
              <w:rPr>
                <w:sz w:val="28"/>
                <w:szCs w:val="28"/>
              </w:rPr>
              <w:t>заказчика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Проверяемые вопросы </w:t>
            </w:r>
          </w:p>
          <w:p w:rsidR="00186DD0" w:rsidRP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(в </w:t>
            </w:r>
            <w:proofErr w:type="spellStart"/>
            <w:r w:rsidRPr="00BE0731">
              <w:rPr>
                <w:sz w:val="28"/>
                <w:szCs w:val="28"/>
              </w:rPr>
              <w:t>т.ч</w:t>
            </w:r>
            <w:proofErr w:type="spellEnd"/>
            <w:r w:rsidRPr="00BE0731">
              <w:rPr>
                <w:sz w:val="28"/>
                <w:szCs w:val="28"/>
              </w:rPr>
              <w:t xml:space="preserve">. период времени, </w:t>
            </w:r>
          </w:p>
          <w:p w:rsidR="0014667F" w:rsidRPr="00BE0731" w:rsidRDefault="0014667F" w:rsidP="00502C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за который проверяется деятельность </w:t>
            </w:r>
            <w:r w:rsidR="00502CD0" w:rsidRPr="00BE0731">
              <w:rPr>
                <w:sz w:val="28"/>
                <w:szCs w:val="28"/>
              </w:rPr>
              <w:t>заказчика</w:t>
            </w:r>
            <w:r w:rsidRPr="00BE0731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 w:rsidP="00BE07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Вид мероприятия ведомственного контроля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Перечень должностных лиц, уполномоченных на проведение мероприятия </w:t>
            </w:r>
            <w:proofErr w:type="spellStart"/>
            <w:r w:rsidRPr="00BE0731">
              <w:rPr>
                <w:sz w:val="28"/>
                <w:szCs w:val="28"/>
              </w:rPr>
              <w:t>ведомствен</w:t>
            </w:r>
            <w:proofErr w:type="spellEnd"/>
          </w:p>
          <w:p w:rsidR="0014667F" w:rsidRP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E0731">
              <w:rPr>
                <w:sz w:val="28"/>
                <w:szCs w:val="28"/>
              </w:rPr>
              <w:t>ного</w:t>
            </w:r>
            <w:proofErr w:type="spellEnd"/>
            <w:r w:rsidRPr="00BE0731">
              <w:rPr>
                <w:sz w:val="28"/>
                <w:szCs w:val="28"/>
              </w:rPr>
              <w:t xml:space="preserve"> контроля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D0" w:rsidRP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Сроки проведения мероприятия ведомственного контроля </w:t>
            </w:r>
          </w:p>
          <w:p w:rsidR="0014667F" w:rsidRP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(в календарных днях)</w:t>
            </w:r>
          </w:p>
        </w:tc>
      </w:tr>
      <w:tr w:rsidR="0053528B" w:rsidRPr="00BE0731" w:rsidTr="00BE0731"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Дата начала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Дата окончания</w:t>
            </w:r>
          </w:p>
        </w:tc>
      </w:tr>
      <w:tr w:rsidR="0053528B" w:rsidRPr="00BE0731" w:rsidTr="00BE0731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1466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AA" w:rsidRDefault="002E33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Государственное казенное учреждение Республики Коми «Центр </w:t>
            </w:r>
            <w:r w:rsidRPr="00BE0731">
              <w:rPr>
                <w:sz w:val="28"/>
                <w:szCs w:val="28"/>
              </w:rPr>
              <w:lastRenderedPageBreak/>
              <w:t>административного обеспечения»</w:t>
            </w:r>
            <w:r w:rsidR="006343AA">
              <w:rPr>
                <w:sz w:val="28"/>
                <w:szCs w:val="28"/>
              </w:rPr>
              <w:t xml:space="preserve"> </w:t>
            </w:r>
          </w:p>
          <w:p w:rsidR="0014667F" w:rsidRPr="00BE0731" w:rsidRDefault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(ГКУ РК «ЦАО»)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AA" w:rsidRPr="00BE0731" w:rsidRDefault="006343AA" w:rsidP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BE0731">
              <w:rPr>
                <w:sz w:val="28"/>
                <w:szCs w:val="28"/>
              </w:rPr>
              <w:t xml:space="preserve">ериод времени, </w:t>
            </w:r>
          </w:p>
          <w:p w:rsidR="006343AA" w:rsidRDefault="006343AA" w:rsidP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за который проверяется деятельность заказчика</w:t>
            </w:r>
            <w:r>
              <w:rPr>
                <w:sz w:val="28"/>
                <w:szCs w:val="28"/>
              </w:rPr>
              <w:t>: 01.01.2019 – 31.12.2019 год.</w:t>
            </w:r>
          </w:p>
          <w:p w:rsidR="006343AA" w:rsidRDefault="006343AA" w:rsidP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343AA" w:rsidRDefault="006343AA" w:rsidP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Проверяемые вопросы</w:t>
            </w:r>
            <w:r>
              <w:rPr>
                <w:sz w:val="28"/>
                <w:szCs w:val="28"/>
              </w:rPr>
              <w:t>:</w:t>
            </w:r>
          </w:p>
          <w:p w:rsidR="00BE0731" w:rsidRDefault="00BE073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="002E3351" w:rsidRPr="00BE0731">
              <w:rPr>
                <w:sz w:val="28"/>
                <w:szCs w:val="28"/>
              </w:rPr>
              <w:t>облюдени</w:t>
            </w:r>
            <w:r>
              <w:rPr>
                <w:sz w:val="28"/>
                <w:szCs w:val="28"/>
              </w:rPr>
              <w:t xml:space="preserve">е ограничений и </w:t>
            </w:r>
            <w:r w:rsidR="002E3351" w:rsidRPr="00BE0731">
              <w:rPr>
                <w:sz w:val="28"/>
                <w:szCs w:val="28"/>
              </w:rPr>
              <w:t>запретов, установленных законодательством Российской Федерации о контрактной системе в сфере закупок;</w:t>
            </w:r>
          </w:p>
          <w:p w:rsidR="00BE0731" w:rsidRDefault="00BE073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соблюдение требований </w:t>
            </w:r>
          </w:p>
          <w:p w:rsidR="00BE0731" w:rsidRDefault="00BE073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2E3351" w:rsidRPr="00BE0731">
              <w:rPr>
                <w:sz w:val="28"/>
                <w:szCs w:val="28"/>
              </w:rPr>
              <w:t>обоснованию закупо</w:t>
            </w:r>
            <w:r>
              <w:rPr>
                <w:sz w:val="28"/>
                <w:szCs w:val="28"/>
              </w:rPr>
              <w:t xml:space="preserve">к </w:t>
            </w:r>
          </w:p>
          <w:p w:rsidR="002E3351" w:rsidRPr="00BE0731" w:rsidRDefault="00BE073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r w:rsidR="002E3351" w:rsidRPr="00BE0731">
              <w:rPr>
                <w:sz w:val="28"/>
                <w:szCs w:val="28"/>
              </w:rPr>
              <w:t>обоснованности закупок;</w:t>
            </w:r>
          </w:p>
          <w:p w:rsid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соблюдени</w:t>
            </w:r>
            <w:r w:rsidR="00BE0731">
              <w:rPr>
                <w:sz w:val="28"/>
                <w:szCs w:val="28"/>
              </w:rPr>
              <w:t>е</w:t>
            </w:r>
            <w:r w:rsidRPr="00BE0731">
              <w:rPr>
                <w:sz w:val="28"/>
                <w:szCs w:val="28"/>
              </w:rPr>
              <w:t xml:space="preserve"> требований 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о нормировании в сфере закупок;</w:t>
            </w:r>
          </w:p>
          <w:p w:rsid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правильност</w:t>
            </w:r>
            <w:r w:rsidR="00BE0731">
              <w:rPr>
                <w:sz w:val="28"/>
                <w:szCs w:val="28"/>
              </w:rPr>
              <w:t>ь</w:t>
            </w:r>
            <w:r w:rsidRPr="00BE0731">
              <w:rPr>
                <w:sz w:val="28"/>
                <w:szCs w:val="28"/>
              </w:rPr>
              <w:t xml:space="preserve"> определения </w:t>
            </w:r>
          </w:p>
          <w:p w:rsid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и обоснования начальной (максимальной) цены контракта, цены контракта, заключаемого 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 единственным поставщиком (подрядчиком, исполнителем);</w:t>
            </w:r>
          </w:p>
          <w:p w:rsid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соответстви</w:t>
            </w:r>
            <w:r w:rsidR="00BE0731">
              <w:rPr>
                <w:sz w:val="28"/>
                <w:szCs w:val="28"/>
              </w:rPr>
              <w:t>е</w:t>
            </w:r>
            <w:r w:rsidRPr="00BE0731">
              <w:rPr>
                <w:sz w:val="28"/>
                <w:szCs w:val="28"/>
              </w:rPr>
              <w:t xml:space="preserve"> информации 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об идентификационных кодах закупок и об объеме финансового обеспечения для осуществления данных закупок, содержащейся: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в планах-графиках, информации, содержащейся в планах закупок;</w:t>
            </w:r>
          </w:p>
          <w:p w:rsid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в протоколах определения поставщиков (подрядчиков, исполнителей</w:t>
            </w:r>
            <w:proofErr w:type="gramStart"/>
            <w:r w:rsidRPr="00BE0731">
              <w:rPr>
                <w:sz w:val="28"/>
                <w:szCs w:val="28"/>
              </w:rPr>
              <w:t xml:space="preserve">),   </w:t>
            </w:r>
            <w:proofErr w:type="gramEnd"/>
            <w:r w:rsidRPr="00BE0731">
              <w:rPr>
                <w:sz w:val="28"/>
                <w:szCs w:val="28"/>
              </w:rPr>
              <w:t xml:space="preserve">                     информации, содержащейся 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в документации о закупках;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в условиях проектов контрактов, направляемых участникам </w:t>
            </w:r>
            <w:proofErr w:type="gramStart"/>
            <w:r w:rsidRPr="00BE0731">
              <w:rPr>
                <w:sz w:val="28"/>
                <w:szCs w:val="28"/>
              </w:rPr>
              <w:t xml:space="preserve">закупок,   </w:t>
            </w:r>
            <w:proofErr w:type="gramEnd"/>
            <w:r w:rsidRPr="00BE0731">
              <w:rPr>
                <w:sz w:val="28"/>
                <w:szCs w:val="28"/>
              </w:rPr>
              <w:t xml:space="preserve">                          </w:t>
            </w:r>
            <w:r w:rsidRPr="00BE0731">
              <w:rPr>
                <w:sz w:val="28"/>
                <w:szCs w:val="28"/>
              </w:rPr>
              <w:lastRenderedPageBreak/>
              <w:t>с которыми заключаются контракты, информации, содержащейся                                в протоколах определения поставщиков (подрядчиков, исполнителей);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в реестре контрактов, заключенных ГКУ РК «ЦАО», условиям контрактов;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соблюдени</w:t>
            </w:r>
            <w:r w:rsidR="00BE0731">
              <w:rPr>
                <w:sz w:val="28"/>
                <w:szCs w:val="28"/>
              </w:rPr>
              <w:t>е</w:t>
            </w:r>
            <w:r w:rsidRPr="00BE0731">
              <w:rPr>
                <w:sz w:val="28"/>
                <w:szCs w:val="28"/>
              </w:rPr>
              <w:t xml:space="preserve"> требований, касающихся участия в закупках субъектов малого предпринимательства, социально ориентированных некоммерческих организаций;</w:t>
            </w:r>
          </w:p>
          <w:p w:rsid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соблюдения требований 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по определению поставщика (подрядчика, исполнителя);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обоснованности о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применени</w:t>
            </w:r>
            <w:r w:rsidR="006343AA">
              <w:rPr>
                <w:sz w:val="28"/>
                <w:szCs w:val="28"/>
              </w:rPr>
              <w:t>е</w:t>
            </w:r>
            <w:r w:rsidRPr="00BE0731">
              <w:rPr>
                <w:sz w:val="28"/>
                <w:szCs w:val="28"/>
              </w:rPr>
              <w:t xml:space="preserve"> ГКУ РК «ЦАО» мер ответственности и совершения иных действий в случае нарушения поставщиком (подрядчиком, </w:t>
            </w:r>
            <w:r w:rsidRPr="00BE0731">
              <w:rPr>
                <w:sz w:val="28"/>
                <w:szCs w:val="28"/>
              </w:rPr>
              <w:lastRenderedPageBreak/>
              <w:t>исполнителем) условий контракта;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соответстви</w:t>
            </w:r>
            <w:r w:rsidR="006343AA">
              <w:rPr>
                <w:sz w:val="28"/>
                <w:szCs w:val="28"/>
              </w:rPr>
              <w:t>е</w:t>
            </w:r>
            <w:r w:rsidRPr="00BE0731">
              <w:rPr>
                <w:sz w:val="28"/>
                <w:szCs w:val="28"/>
              </w:rPr>
              <w:t xml:space="preserve"> поставленного товара, выполненной работы (ее результата) или оказанной услуги условиям контракта;</w:t>
            </w:r>
          </w:p>
          <w:p w:rsidR="006343AA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своевременност</w:t>
            </w:r>
            <w:r w:rsidR="006343AA">
              <w:rPr>
                <w:sz w:val="28"/>
                <w:szCs w:val="28"/>
              </w:rPr>
              <w:t>ь</w:t>
            </w:r>
            <w:r w:rsidRPr="00BE0731">
              <w:rPr>
                <w:sz w:val="28"/>
                <w:szCs w:val="28"/>
              </w:rPr>
              <w:t>, полнот</w:t>
            </w:r>
            <w:r w:rsidR="006343AA">
              <w:rPr>
                <w:sz w:val="28"/>
                <w:szCs w:val="28"/>
              </w:rPr>
              <w:t>а</w:t>
            </w:r>
            <w:r w:rsidRPr="00BE0731">
              <w:rPr>
                <w:sz w:val="28"/>
                <w:szCs w:val="28"/>
              </w:rPr>
              <w:t xml:space="preserve"> </w:t>
            </w:r>
          </w:p>
          <w:p w:rsidR="006343AA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и достоверност</w:t>
            </w:r>
            <w:r w:rsidR="006343AA">
              <w:rPr>
                <w:sz w:val="28"/>
                <w:szCs w:val="28"/>
              </w:rPr>
              <w:t>ь</w:t>
            </w:r>
            <w:r w:rsidRPr="00BE0731">
              <w:rPr>
                <w:sz w:val="28"/>
                <w:szCs w:val="28"/>
              </w:rPr>
              <w:t xml:space="preserve"> отражения </w:t>
            </w:r>
          </w:p>
          <w:p w:rsidR="006343AA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 xml:space="preserve">в документах учета поставленного товара, выполненной работы </w:t>
            </w:r>
          </w:p>
          <w:p w:rsidR="002E3351" w:rsidRPr="00BE0731" w:rsidRDefault="002E3351" w:rsidP="00BE07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(ее результата) или оказанной услуги;</w:t>
            </w:r>
          </w:p>
          <w:p w:rsidR="0014667F" w:rsidRPr="00BE0731" w:rsidRDefault="002E3351" w:rsidP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соответствия использования поставленного товара, выполненной работы (ее результата) или оказанной услуги целям осуществления закупки.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2E33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lastRenderedPageBreak/>
              <w:t>Документарный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2E33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0731">
              <w:rPr>
                <w:sz w:val="28"/>
                <w:szCs w:val="28"/>
              </w:rPr>
              <w:t>Консультант Миронова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ноября 2020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7F" w:rsidRPr="00BE0731" w:rsidRDefault="006343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ноября 2020 года</w:t>
            </w:r>
          </w:p>
        </w:tc>
      </w:tr>
    </w:tbl>
    <w:p w:rsidR="0014667F" w:rsidRPr="00BE0731" w:rsidRDefault="0014667F" w:rsidP="0014667F">
      <w:pPr>
        <w:autoSpaceDE w:val="0"/>
        <w:autoSpaceDN w:val="0"/>
        <w:adjustRightInd w:val="0"/>
        <w:rPr>
          <w:sz w:val="28"/>
          <w:szCs w:val="28"/>
        </w:rPr>
      </w:pPr>
    </w:p>
    <w:p w:rsidR="0014667F" w:rsidRDefault="0014667F" w:rsidP="007F69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E0731" w:rsidRDefault="00BE0731" w:rsidP="007F69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E0731" w:rsidRPr="00BE0731" w:rsidRDefault="00BE0731" w:rsidP="007F69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343AA" w:rsidRDefault="006343AA" w:rsidP="006343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31">
        <w:rPr>
          <w:sz w:val="28"/>
          <w:szCs w:val="28"/>
        </w:rPr>
        <w:t xml:space="preserve">Должностное лицо, </w:t>
      </w:r>
    </w:p>
    <w:p w:rsidR="006343AA" w:rsidRDefault="006343AA" w:rsidP="006343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31">
        <w:rPr>
          <w:sz w:val="28"/>
          <w:szCs w:val="28"/>
        </w:rPr>
        <w:t xml:space="preserve">уполномоченное на осуществление </w:t>
      </w:r>
    </w:p>
    <w:p w:rsidR="002E3351" w:rsidRPr="00BE0731" w:rsidRDefault="006343AA" w:rsidP="006343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31">
        <w:rPr>
          <w:sz w:val="28"/>
          <w:szCs w:val="28"/>
        </w:rPr>
        <w:t>ведомственного контроля</w:t>
      </w:r>
      <w:r>
        <w:rPr>
          <w:sz w:val="28"/>
          <w:szCs w:val="28"/>
        </w:rPr>
        <w:t>,</w:t>
      </w:r>
    </w:p>
    <w:p w:rsidR="002E3351" w:rsidRPr="00BE0731" w:rsidRDefault="006343AA" w:rsidP="002E335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E3351" w:rsidRPr="00BE0731">
        <w:rPr>
          <w:sz w:val="28"/>
          <w:szCs w:val="28"/>
        </w:rPr>
        <w:t xml:space="preserve">онсультант </w:t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</w:r>
      <w:r w:rsidR="002E3351" w:rsidRPr="00BE0731">
        <w:rPr>
          <w:sz w:val="28"/>
          <w:szCs w:val="28"/>
        </w:rPr>
        <w:tab/>
        <w:t xml:space="preserve">         </w:t>
      </w:r>
      <w:r w:rsidR="00BE0731">
        <w:rPr>
          <w:sz w:val="28"/>
          <w:szCs w:val="28"/>
        </w:rPr>
        <w:t xml:space="preserve">            </w:t>
      </w:r>
      <w:r w:rsidR="002E3351" w:rsidRPr="00BE0731">
        <w:rPr>
          <w:sz w:val="28"/>
          <w:szCs w:val="28"/>
        </w:rPr>
        <w:t xml:space="preserve"> </w:t>
      </w:r>
      <w:r w:rsidR="00BE0731">
        <w:rPr>
          <w:sz w:val="28"/>
          <w:szCs w:val="28"/>
        </w:rPr>
        <w:t xml:space="preserve">                                       </w:t>
      </w:r>
      <w:r w:rsidR="002E3351" w:rsidRPr="00BE0731">
        <w:rPr>
          <w:sz w:val="28"/>
          <w:szCs w:val="28"/>
        </w:rPr>
        <w:t>Е.В. Миронова</w:t>
      </w:r>
    </w:p>
    <w:p w:rsidR="002E3351" w:rsidRPr="00BE0731" w:rsidRDefault="002E3351" w:rsidP="007F69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E3351" w:rsidRPr="0053528B" w:rsidRDefault="002E3351" w:rsidP="007F69D4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14667F" w:rsidRPr="0053528B" w:rsidRDefault="0014667F" w:rsidP="0014667F">
      <w:pPr>
        <w:autoSpaceDE w:val="0"/>
        <w:autoSpaceDN w:val="0"/>
        <w:adjustRightInd w:val="0"/>
        <w:rPr>
          <w:sz w:val="28"/>
          <w:szCs w:val="28"/>
        </w:rPr>
      </w:pPr>
    </w:p>
    <w:p w:rsidR="0014667F" w:rsidRPr="0053528B" w:rsidRDefault="0014667F" w:rsidP="0014667F">
      <w:pPr>
        <w:autoSpaceDE w:val="0"/>
        <w:autoSpaceDN w:val="0"/>
        <w:adjustRightInd w:val="0"/>
        <w:rPr>
          <w:sz w:val="28"/>
          <w:szCs w:val="28"/>
        </w:rPr>
      </w:pPr>
    </w:p>
    <w:sectPr w:rsidR="0014667F" w:rsidRPr="0053528B" w:rsidSect="00BE073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5971"/>
    <w:multiLevelType w:val="hybridMultilevel"/>
    <w:tmpl w:val="56627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719A"/>
    <w:multiLevelType w:val="hybridMultilevel"/>
    <w:tmpl w:val="A3569A82"/>
    <w:lvl w:ilvl="0" w:tplc="D5DA89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B191C"/>
    <w:multiLevelType w:val="hybridMultilevel"/>
    <w:tmpl w:val="C4EACD8C"/>
    <w:lvl w:ilvl="0" w:tplc="2EE0A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6E4B51"/>
    <w:multiLevelType w:val="hybridMultilevel"/>
    <w:tmpl w:val="7FBA6D8E"/>
    <w:lvl w:ilvl="0" w:tplc="CE60D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1C2B71"/>
    <w:multiLevelType w:val="hybridMultilevel"/>
    <w:tmpl w:val="1A7C6EB4"/>
    <w:lvl w:ilvl="0" w:tplc="FB823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6A3B15"/>
    <w:multiLevelType w:val="hybridMultilevel"/>
    <w:tmpl w:val="8D6278DC"/>
    <w:lvl w:ilvl="0" w:tplc="B9F8F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446871"/>
    <w:multiLevelType w:val="hybridMultilevel"/>
    <w:tmpl w:val="4B78D18A"/>
    <w:lvl w:ilvl="0" w:tplc="CF1CD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E0404C"/>
    <w:multiLevelType w:val="hybridMultilevel"/>
    <w:tmpl w:val="735E6834"/>
    <w:lvl w:ilvl="0" w:tplc="F7C85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517F1D"/>
    <w:multiLevelType w:val="hybridMultilevel"/>
    <w:tmpl w:val="694A981A"/>
    <w:lvl w:ilvl="0" w:tplc="62C82D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5305B37"/>
    <w:multiLevelType w:val="hybridMultilevel"/>
    <w:tmpl w:val="95EC1812"/>
    <w:lvl w:ilvl="0" w:tplc="F12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F92D48"/>
    <w:multiLevelType w:val="hybridMultilevel"/>
    <w:tmpl w:val="12B6259E"/>
    <w:lvl w:ilvl="0" w:tplc="F11445C6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BE80B60"/>
    <w:multiLevelType w:val="hybridMultilevel"/>
    <w:tmpl w:val="E4868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A19C0"/>
    <w:multiLevelType w:val="hybridMultilevel"/>
    <w:tmpl w:val="432E8748"/>
    <w:lvl w:ilvl="0" w:tplc="1D68806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94130F0"/>
    <w:multiLevelType w:val="multilevel"/>
    <w:tmpl w:val="5348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074FF5"/>
    <w:multiLevelType w:val="hybridMultilevel"/>
    <w:tmpl w:val="37BEC312"/>
    <w:lvl w:ilvl="0" w:tplc="E88240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4012368"/>
    <w:multiLevelType w:val="hybridMultilevel"/>
    <w:tmpl w:val="3844E6AE"/>
    <w:lvl w:ilvl="0" w:tplc="A900D7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9447788"/>
    <w:multiLevelType w:val="hybridMultilevel"/>
    <w:tmpl w:val="1E96CEDA"/>
    <w:lvl w:ilvl="0" w:tplc="A6ACB89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9B270BC"/>
    <w:multiLevelType w:val="hybridMultilevel"/>
    <w:tmpl w:val="7836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1"/>
  </w:num>
  <w:num w:numId="5">
    <w:abstractNumId w:val="6"/>
  </w:num>
  <w:num w:numId="6">
    <w:abstractNumId w:val="15"/>
  </w:num>
  <w:num w:numId="7">
    <w:abstractNumId w:val="3"/>
  </w:num>
  <w:num w:numId="8">
    <w:abstractNumId w:val="9"/>
  </w:num>
  <w:num w:numId="9">
    <w:abstractNumId w:val="16"/>
  </w:num>
  <w:num w:numId="10">
    <w:abstractNumId w:val="7"/>
  </w:num>
  <w:num w:numId="11">
    <w:abstractNumId w:val="2"/>
  </w:num>
  <w:num w:numId="12">
    <w:abstractNumId w:val="0"/>
  </w:num>
  <w:num w:numId="13">
    <w:abstractNumId w:val="11"/>
  </w:num>
  <w:num w:numId="14">
    <w:abstractNumId w:val="5"/>
  </w:num>
  <w:num w:numId="15">
    <w:abstractNumId w:val="17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C70"/>
    <w:rsid w:val="00035188"/>
    <w:rsid w:val="0007297D"/>
    <w:rsid w:val="00077892"/>
    <w:rsid w:val="000A06E4"/>
    <w:rsid w:val="000B20FD"/>
    <w:rsid w:val="000C7B44"/>
    <w:rsid w:val="000D744C"/>
    <w:rsid w:val="000E4570"/>
    <w:rsid w:val="000E5297"/>
    <w:rsid w:val="000F7EED"/>
    <w:rsid w:val="001069F5"/>
    <w:rsid w:val="0012124F"/>
    <w:rsid w:val="0014667F"/>
    <w:rsid w:val="001605E8"/>
    <w:rsid w:val="00170DA1"/>
    <w:rsid w:val="00171035"/>
    <w:rsid w:val="0017496E"/>
    <w:rsid w:val="00176D76"/>
    <w:rsid w:val="00186DD0"/>
    <w:rsid w:val="001A5BC7"/>
    <w:rsid w:val="001B0E26"/>
    <w:rsid w:val="001B1BC2"/>
    <w:rsid w:val="001C3467"/>
    <w:rsid w:val="001D4488"/>
    <w:rsid w:val="001D6541"/>
    <w:rsid w:val="001E63CD"/>
    <w:rsid w:val="001F08D5"/>
    <w:rsid w:val="002105CE"/>
    <w:rsid w:val="00235DD8"/>
    <w:rsid w:val="00245C29"/>
    <w:rsid w:val="00252920"/>
    <w:rsid w:val="00254371"/>
    <w:rsid w:val="00264887"/>
    <w:rsid w:val="00266488"/>
    <w:rsid w:val="002671AC"/>
    <w:rsid w:val="002A2E8C"/>
    <w:rsid w:val="002B4604"/>
    <w:rsid w:val="002E3351"/>
    <w:rsid w:val="002E694E"/>
    <w:rsid w:val="00300E12"/>
    <w:rsid w:val="0030437E"/>
    <w:rsid w:val="003347AF"/>
    <w:rsid w:val="003348AB"/>
    <w:rsid w:val="00346B38"/>
    <w:rsid w:val="003522C3"/>
    <w:rsid w:val="00363BFB"/>
    <w:rsid w:val="00371DBB"/>
    <w:rsid w:val="0038285A"/>
    <w:rsid w:val="00384B3B"/>
    <w:rsid w:val="00390462"/>
    <w:rsid w:val="003905C6"/>
    <w:rsid w:val="00395388"/>
    <w:rsid w:val="003B77FD"/>
    <w:rsid w:val="003C3C10"/>
    <w:rsid w:val="003D13EC"/>
    <w:rsid w:val="003D6833"/>
    <w:rsid w:val="00405C70"/>
    <w:rsid w:val="00415CCC"/>
    <w:rsid w:val="00423A25"/>
    <w:rsid w:val="00426D9D"/>
    <w:rsid w:val="0043168E"/>
    <w:rsid w:val="00440F82"/>
    <w:rsid w:val="00453E9F"/>
    <w:rsid w:val="00462522"/>
    <w:rsid w:val="004820C5"/>
    <w:rsid w:val="004853CA"/>
    <w:rsid w:val="00496E6E"/>
    <w:rsid w:val="004B360B"/>
    <w:rsid w:val="004C0E14"/>
    <w:rsid w:val="004C54B9"/>
    <w:rsid w:val="004D3D36"/>
    <w:rsid w:val="00502CD0"/>
    <w:rsid w:val="00504745"/>
    <w:rsid w:val="0053528B"/>
    <w:rsid w:val="005359EA"/>
    <w:rsid w:val="00552639"/>
    <w:rsid w:val="00552AA4"/>
    <w:rsid w:val="005604CE"/>
    <w:rsid w:val="00580700"/>
    <w:rsid w:val="00580717"/>
    <w:rsid w:val="0058471D"/>
    <w:rsid w:val="00591D13"/>
    <w:rsid w:val="0059435C"/>
    <w:rsid w:val="005A52D5"/>
    <w:rsid w:val="005B55A9"/>
    <w:rsid w:val="005B59A9"/>
    <w:rsid w:val="005C7A33"/>
    <w:rsid w:val="005D1E43"/>
    <w:rsid w:val="00601D85"/>
    <w:rsid w:val="00625584"/>
    <w:rsid w:val="006343AA"/>
    <w:rsid w:val="00636E4A"/>
    <w:rsid w:val="00651E92"/>
    <w:rsid w:val="00662152"/>
    <w:rsid w:val="00683F63"/>
    <w:rsid w:val="00692514"/>
    <w:rsid w:val="0069297D"/>
    <w:rsid w:val="006974A5"/>
    <w:rsid w:val="006A2BC4"/>
    <w:rsid w:val="006A4326"/>
    <w:rsid w:val="006A791F"/>
    <w:rsid w:val="006A7A81"/>
    <w:rsid w:val="006C2391"/>
    <w:rsid w:val="006C3CEB"/>
    <w:rsid w:val="006E5745"/>
    <w:rsid w:val="006E747C"/>
    <w:rsid w:val="006F1960"/>
    <w:rsid w:val="007240BA"/>
    <w:rsid w:val="00736830"/>
    <w:rsid w:val="00743C31"/>
    <w:rsid w:val="00750AF8"/>
    <w:rsid w:val="00757509"/>
    <w:rsid w:val="0076154D"/>
    <w:rsid w:val="00762E19"/>
    <w:rsid w:val="00770F1E"/>
    <w:rsid w:val="007756F6"/>
    <w:rsid w:val="007950CE"/>
    <w:rsid w:val="007A134C"/>
    <w:rsid w:val="007C1D05"/>
    <w:rsid w:val="007D1ADF"/>
    <w:rsid w:val="007F69D4"/>
    <w:rsid w:val="008022BC"/>
    <w:rsid w:val="0081208F"/>
    <w:rsid w:val="00824B6E"/>
    <w:rsid w:val="0082542A"/>
    <w:rsid w:val="00835192"/>
    <w:rsid w:val="00835E5F"/>
    <w:rsid w:val="00840797"/>
    <w:rsid w:val="008439FF"/>
    <w:rsid w:val="00865D08"/>
    <w:rsid w:val="00873412"/>
    <w:rsid w:val="008901F4"/>
    <w:rsid w:val="008935A4"/>
    <w:rsid w:val="008974DC"/>
    <w:rsid w:val="008B27FC"/>
    <w:rsid w:val="008D4357"/>
    <w:rsid w:val="008E2B9F"/>
    <w:rsid w:val="008F37D6"/>
    <w:rsid w:val="008F3CF4"/>
    <w:rsid w:val="009042BF"/>
    <w:rsid w:val="00921748"/>
    <w:rsid w:val="00926F50"/>
    <w:rsid w:val="00955857"/>
    <w:rsid w:val="00973261"/>
    <w:rsid w:val="00977C53"/>
    <w:rsid w:val="00980BF6"/>
    <w:rsid w:val="00994A74"/>
    <w:rsid w:val="00997BD0"/>
    <w:rsid w:val="009A1641"/>
    <w:rsid w:val="009A32D1"/>
    <w:rsid w:val="009A7605"/>
    <w:rsid w:val="009D3B24"/>
    <w:rsid w:val="009D7C9D"/>
    <w:rsid w:val="00A0329D"/>
    <w:rsid w:val="00A07FEC"/>
    <w:rsid w:val="00A108E6"/>
    <w:rsid w:val="00A16137"/>
    <w:rsid w:val="00A34216"/>
    <w:rsid w:val="00A4044F"/>
    <w:rsid w:val="00A459D2"/>
    <w:rsid w:val="00A50F3C"/>
    <w:rsid w:val="00A5335C"/>
    <w:rsid w:val="00A56620"/>
    <w:rsid w:val="00A749AC"/>
    <w:rsid w:val="00AB3957"/>
    <w:rsid w:val="00AB63EE"/>
    <w:rsid w:val="00AC600E"/>
    <w:rsid w:val="00AD66D4"/>
    <w:rsid w:val="00B1316F"/>
    <w:rsid w:val="00B20BD3"/>
    <w:rsid w:val="00B2217B"/>
    <w:rsid w:val="00B30E15"/>
    <w:rsid w:val="00B35993"/>
    <w:rsid w:val="00B36E6F"/>
    <w:rsid w:val="00B37584"/>
    <w:rsid w:val="00B447FA"/>
    <w:rsid w:val="00B44802"/>
    <w:rsid w:val="00B44DAD"/>
    <w:rsid w:val="00B4538D"/>
    <w:rsid w:val="00B53F3D"/>
    <w:rsid w:val="00B565CF"/>
    <w:rsid w:val="00B6614F"/>
    <w:rsid w:val="00B856BB"/>
    <w:rsid w:val="00BA4CF2"/>
    <w:rsid w:val="00BA702A"/>
    <w:rsid w:val="00BB6FAD"/>
    <w:rsid w:val="00BD141D"/>
    <w:rsid w:val="00BD2A63"/>
    <w:rsid w:val="00BD4A20"/>
    <w:rsid w:val="00BD4AC6"/>
    <w:rsid w:val="00BE0731"/>
    <w:rsid w:val="00BE2BE8"/>
    <w:rsid w:val="00C160F7"/>
    <w:rsid w:val="00C1688E"/>
    <w:rsid w:val="00C424F9"/>
    <w:rsid w:val="00C458A1"/>
    <w:rsid w:val="00C4685B"/>
    <w:rsid w:val="00C50047"/>
    <w:rsid w:val="00C60DA6"/>
    <w:rsid w:val="00C70F8F"/>
    <w:rsid w:val="00C863AD"/>
    <w:rsid w:val="00CA3F16"/>
    <w:rsid w:val="00CC2F95"/>
    <w:rsid w:val="00D06E9E"/>
    <w:rsid w:val="00D12478"/>
    <w:rsid w:val="00D26CAD"/>
    <w:rsid w:val="00D43474"/>
    <w:rsid w:val="00D7655D"/>
    <w:rsid w:val="00D83B6A"/>
    <w:rsid w:val="00DB4AE4"/>
    <w:rsid w:val="00E026D8"/>
    <w:rsid w:val="00E04230"/>
    <w:rsid w:val="00E10D91"/>
    <w:rsid w:val="00E37589"/>
    <w:rsid w:val="00E84733"/>
    <w:rsid w:val="00E9271B"/>
    <w:rsid w:val="00EA2203"/>
    <w:rsid w:val="00EB3455"/>
    <w:rsid w:val="00EB4AF7"/>
    <w:rsid w:val="00EB587F"/>
    <w:rsid w:val="00EB6D17"/>
    <w:rsid w:val="00ED548C"/>
    <w:rsid w:val="00EE22C0"/>
    <w:rsid w:val="00EE29BC"/>
    <w:rsid w:val="00EF32FD"/>
    <w:rsid w:val="00F247CA"/>
    <w:rsid w:val="00F31854"/>
    <w:rsid w:val="00F55237"/>
    <w:rsid w:val="00F5564A"/>
    <w:rsid w:val="00F73023"/>
    <w:rsid w:val="00F7327F"/>
    <w:rsid w:val="00F75487"/>
    <w:rsid w:val="00F760A1"/>
    <w:rsid w:val="00FA1D16"/>
    <w:rsid w:val="00FC31DB"/>
    <w:rsid w:val="00FC3CC6"/>
    <w:rsid w:val="00FD12DD"/>
    <w:rsid w:val="00FE13E1"/>
    <w:rsid w:val="00FE4190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6564B7-2271-40F2-86F6-F3E3621C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346B38"/>
    <w:pPr>
      <w:jc w:val="both"/>
    </w:pPr>
    <w:rPr>
      <w:sz w:val="28"/>
      <w:szCs w:val="20"/>
    </w:rPr>
  </w:style>
  <w:style w:type="paragraph" w:styleId="2">
    <w:name w:val="Body Text 2"/>
    <w:basedOn w:val="a"/>
    <w:link w:val="20"/>
    <w:rsid w:val="0038285A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6A2BC4"/>
    <w:rPr>
      <w:sz w:val="28"/>
    </w:rPr>
  </w:style>
  <w:style w:type="paragraph" w:customStyle="1" w:styleId="ConsNormal">
    <w:name w:val="ConsNormal"/>
    <w:rsid w:val="00B359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384B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4B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69F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069F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069F5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1069F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69F5"/>
    <w:rPr>
      <w:sz w:val="16"/>
      <w:szCs w:val="16"/>
    </w:rPr>
  </w:style>
  <w:style w:type="paragraph" w:styleId="a7">
    <w:name w:val="No Spacing"/>
    <w:uiPriority w:val="1"/>
    <w:qFormat/>
    <w:rsid w:val="008F37D6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1D654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8">
    <w:name w:val="Body Text"/>
    <w:basedOn w:val="a"/>
    <w:link w:val="a9"/>
    <w:rsid w:val="00BB6FAD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BB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3;&#1086;&#1074;&#1080;&#1082;&#1086;&#1074;\Application%20Data\Microsoft\&#1064;&#1072;&#1073;&#1083;&#1086;&#1085;&#1099;\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B4CCA-49D5-4D30-B93B-913A41BB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</Template>
  <TotalTime>400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ПОСТОЯННОЕ ПРЕДСТАВИТЕЛЬСТВО РЕСПУБЛИКИ КОМИ  ПРИ ПРЕЗИДЕНТЕ      РОССИЙСКОЙ ФЕДЕРАЦИИ</vt:lpstr>
    </vt:vector>
  </TitlesOfParts>
  <Company>Microsoft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ПОСТОЯННОЕ ПРЕДСТАВИТЕЛЬСТВО РЕСПУБЛИКИ КОМИ  ПРИ ПРЕЗИДЕНТЕ      РОССИЙСКОЙ ФЕДЕРАЦИИ</dc:title>
  <dc:creator>Новиков АК</dc:creator>
  <cp:lastModifiedBy>Сухарева Елена Александровна</cp:lastModifiedBy>
  <cp:revision>34</cp:revision>
  <cp:lastPrinted>2019-02-05T09:19:00Z</cp:lastPrinted>
  <dcterms:created xsi:type="dcterms:W3CDTF">2019-02-05T06:42:00Z</dcterms:created>
  <dcterms:modified xsi:type="dcterms:W3CDTF">2019-12-11T07:37:00Z</dcterms:modified>
</cp:coreProperties>
</file>